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179D5" w14:textId="77777777" w:rsidR="00A877D8" w:rsidRDefault="00A877D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A1BC8D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6F44E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7FC386" w14:textId="38970AF6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40D66">
        <w:rPr>
          <w:rFonts w:ascii="Corbel" w:hAnsi="Corbel"/>
          <w:i/>
          <w:smallCaps/>
          <w:sz w:val="24"/>
          <w:szCs w:val="24"/>
        </w:rPr>
        <w:t>2019-2022</w:t>
      </w:r>
    </w:p>
    <w:p w14:paraId="0867EB60" w14:textId="07400E32" w:rsidR="001075BD" w:rsidRDefault="001075BD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B40D6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B40D66">
        <w:rPr>
          <w:rFonts w:ascii="Corbel" w:hAnsi="Corbel"/>
          <w:sz w:val="20"/>
          <w:szCs w:val="20"/>
        </w:rPr>
        <w:t>2</w:t>
      </w:r>
    </w:p>
    <w:p w14:paraId="15BD719B" w14:textId="77777777" w:rsidR="00E94EA8" w:rsidRPr="002345B8" w:rsidRDefault="00E94EA8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1FBC15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0E42BA" w14:textId="77777777" w:rsidTr="00B819C8">
        <w:tc>
          <w:tcPr>
            <w:tcW w:w="2694" w:type="dxa"/>
            <w:vAlign w:val="center"/>
          </w:tcPr>
          <w:p w14:paraId="0D9E7402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52C39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07A1CDA3" w14:textId="77777777" w:rsidTr="00B819C8">
        <w:tc>
          <w:tcPr>
            <w:tcW w:w="2694" w:type="dxa"/>
            <w:vAlign w:val="center"/>
          </w:tcPr>
          <w:p w14:paraId="1922A001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061164F" w14:textId="77777777" w:rsidR="0085747A" w:rsidRPr="00D90937" w:rsidRDefault="008C29C8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EUB</w:t>
            </w:r>
            <w:proofErr w:type="spellEnd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/C-1.13a</w:t>
            </w:r>
          </w:p>
        </w:tc>
      </w:tr>
      <w:tr w:rsidR="00FD6A6B" w:rsidRPr="009C54AE" w14:paraId="79257871" w14:textId="77777777" w:rsidTr="00B819C8">
        <w:tc>
          <w:tcPr>
            <w:tcW w:w="2694" w:type="dxa"/>
            <w:vAlign w:val="center"/>
          </w:tcPr>
          <w:p w14:paraId="655AA022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E21D9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C8738F" w14:textId="77777777" w:rsidTr="00B819C8">
        <w:tc>
          <w:tcPr>
            <w:tcW w:w="2694" w:type="dxa"/>
            <w:vAlign w:val="center"/>
          </w:tcPr>
          <w:p w14:paraId="2D8A757F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CA5916" w14:textId="77777777" w:rsidR="0085747A" w:rsidRPr="009C54AE" w:rsidRDefault="00E94EA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7B585F7" w14:textId="77777777" w:rsidTr="00B819C8">
        <w:tc>
          <w:tcPr>
            <w:tcW w:w="2694" w:type="dxa"/>
            <w:vAlign w:val="center"/>
          </w:tcPr>
          <w:p w14:paraId="49063B9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291FCC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67A11F6E" w14:textId="77777777" w:rsidTr="00B819C8">
        <w:tc>
          <w:tcPr>
            <w:tcW w:w="2694" w:type="dxa"/>
            <w:vAlign w:val="center"/>
          </w:tcPr>
          <w:p w14:paraId="49E118B1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B7D0E79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459EF97D" w14:textId="77777777" w:rsidTr="00B819C8">
        <w:tc>
          <w:tcPr>
            <w:tcW w:w="2694" w:type="dxa"/>
            <w:vAlign w:val="center"/>
          </w:tcPr>
          <w:p w14:paraId="2B3FB93F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B26A25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8C02147" w14:textId="77777777" w:rsidTr="00B819C8">
        <w:tc>
          <w:tcPr>
            <w:tcW w:w="2694" w:type="dxa"/>
            <w:vAlign w:val="center"/>
          </w:tcPr>
          <w:p w14:paraId="7ED6076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6CFD5" w14:textId="1BCAE0C0" w:rsidR="00C31C76" w:rsidRPr="00F24685" w:rsidRDefault="00F2468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468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31C76" w:rsidRPr="009C54AE" w14:paraId="5FA5CDA5" w14:textId="77777777" w:rsidTr="00B819C8">
        <w:tc>
          <w:tcPr>
            <w:tcW w:w="2694" w:type="dxa"/>
            <w:vAlign w:val="center"/>
          </w:tcPr>
          <w:p w14:paraId="7DC9873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554DF" w14:textId="77777777" w:rsidR="00C31C76" w:rsidRPr="009C54AE" w:rsidRDefault="00D1172B" w:rsidP="001756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501684E9" w14:textId="77777777" w:rsidTr="00B819C8">
        <w:tc>
          <w:tcPr>
            <w:tcW w:w="2694" w:type="dxa"/>
            <w:vAlign w:val="center"/>
          </w:tcPr>
          <w:p w14:paraId="76CF1C9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8AB0B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36597EC" w14:textId="77777777" w:rsidTr="00B819C8">
        <w:tc>
          <w:tcPr>
            <w:tcW w:w="2694" w:type="dxa"/>
            <w:vAlign w:val="center"/>
          </w:tcPr>
          <w:p w14:paraId="0AF5B62B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5A39BC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51AFBFD" w14:textId="77777777" w:rsidTr="00B819C8">
        <w:tc>
          <w:tcPr>
            <w:tcW w:w="2694" w:type="dxa"/>
            <w:vAlign w:val="center"/>
          </w:tcPr>
          <w:p w14:paraId="3B81FC2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3E9BF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5DE4F611" w14:textId="77777777" w:rsidTr="00B819C8">
        <w:tc>
          <w:tcPr>
            <w:tcW w:w="2694" w:type="dxa"/>
            <w:vAlign w:val="center"/>
          </w:tcPr>
          <w:p w14:paraId="7741C3D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031262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33C0DA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088818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81F15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2"/>
        <w:gridCol w:w="957"/>
        <w:gridCol w:w="851"/>
        <w:gridCol w:w="778"/>
        <w:gridCol w:w="808"/>
        <w:gridCol w:w="722"/>
        <w:gridCol w:w="928"/>
        <w:gridCol w:w="1150"/>
        <w:gridCol w:w="1495"/>
      </w:tblGrid>
      <w:tr w:rsidR="00015B8F" w:rsidRPr="009C54AE" w14:paraId="2DFB81E1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C4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FED7D4C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81B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DAD2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  <w:r w:rsidR="000D1ECA">
              <w:rPr>
                <w:rFonts w:ascii="Corbel" w:hAnsi="Corbel"/>
                <w:szCs w:val="24"/>
                <w:lang w:val="pl-PL" w:eastAsia="en-US"/>
              </w:rPr>
              <w:t>lab</w:t>
            </w:r>
            <w:proofErr w:type="spellEnd"/>
            <w:r w:rsidR="000D1ECA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75B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D07E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CC7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151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EDC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584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1C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5378E6F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BFF" w14:textId="77777777" w:rsidR="00015B8F" w:rsidRPr="009C54AE" w:rsidRDefault="00EB5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5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31" w14:textId="048A3F1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E03" w14:textId="46A29FB5" w:rsidR="00015B8F" w:rsidRPr="009C54AE" w:rsidRDefault="00F64C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755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121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A51201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2F08F68A" w14:textId="485D753B" w:rsidR="00CD1D5C" w:rsidRDefault="00CD1D5C" w:rsidP="00CD1D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5E6E47A" w14:textId="77777777" w:rsidR="00CD1D5C" w:rsidRDefault="00CD1D5C" w:rsidP="00CD1D5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0250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48B7C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05C7CC66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908F2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905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C72E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110FA" w14:textId="77777777" w:rsidTr="00745302">
        <w:tc>
          <w:tcPr>
            <w:tcW w:w="9670" w:type="dxa"/>
          </w:tcPr>
          <w:p w14:paraId="2C4BCC15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F552E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0CD8D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A684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3C00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A8C9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DE1FA8" w14:textId="77777777" w:rsidTr="00923D7D">
        <w:tc>
          <w:tcPr>
            <w:tcW w:w="851" w:type="dxa"/>
            <w:vAlign w:val="center"/>
          </w:tcPr>
          <w:p w14:paraId="6D60D013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1B6AD4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BEAF4A3" w14:textId="77777777" w:rsidTr="00923D7D">
        <w:tc>
          <w:tcPr>
            <w:tcW w:w="851" w:type="dxa"/>
            <w:vAlign w:val="center"/>
          </w:tcPr>
          <w:p w14:paraId="6871454C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C7C6992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4B12B4F" w14:textId="77777777" w:rsidTr="00923D7D">
        <w:tc>
          <w:tcPr>
            <w:tcW w:w="851" w:type="dxa"/>
            <w:vAlign w:val="center"/>
          </w:tcPr>
          <w:p w14:paraId="6FB7C896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897053F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2BD76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5A8D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9E1AA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20F9801" w14:textId="77777777" w:rsidTr="004465A4">
        <w:tc>
          <w:tcPr>
            <w:tcW w:w="1560" w:type="dxa"/>
            <w:vAlign w:val="center"/>
          </w:tcPr>
          <w:p w14:paraId="314F1481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1D2779C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42437C98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2FE8BF2F" w14:textId="77777777" w:rsidTr="004465A4">
        <w:tc>
          <w:tcPr>
            <w:tcW w:w="1560" w:type="dxa"/>
          </w:tcPr>
          <w:p w14:paraId="1B472E77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14CE4561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8484BEA" w14:textId="77777777" w:rsidR="00E70B36" w:rsidRDefault="00E70B36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8953A42" w14:textId="77777777" w:rsidR="00681A29" w:rsidRPr="00681A29" w:rsidRDefault="00681A29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49FF815E" w14:textId="77777777" w:rsidTr="004465A4">
        <w:tc>
          <w:tcPr>
            <w:tcW w:w="1560" w:type="dxa"/>
          </w:tcPr>
          <w:p w14:paraId="0EFB335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55EC313E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612A05AB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4284B69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8E1D044" w14:textId="77777777" w:rsidR="00681A29" w:rsidRPr="00F50DAC" w:rsidRDefault="00F50DAC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63BE4B1F" w14:textId="77777777" w:rsidTr="004465A4">
        <w:tc>
          <w:tcPr>
            <w:tcW w:w="1560" w:type="dxa"/>
          </w:tcPr>
          <w:p w14:paraId="6A12C39F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CE787B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94F943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4CF4BB32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024ECCCA" w14:textId="77777777" w:rsidTr="004465A4">
        <w:tc>
          <w:tcPr>
            <w:tcW w:w="1560" w:type="dxa"/>
          </w:tcPr>
          <w:p w14:paraId="1654DBED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085C9A5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3795A1C6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026BF2D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24130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38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25EED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EBF92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F63BBA" w14:textId="77777777" w:rsidTr="00923D7D">
        <w:tc>
          <w:tcPr>
            <w:tcW w:w="9639" w:type="dxa"/>
          </w:tcPr>
          <w:p w14:paraId="2656B1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2C747C78" w14:textId="77777777" w:rsidTr="00923D7D">
        <w:tc>
          <w:tcPr>
            <w:tcW w:w="9639" w:type="dxa"/>
          </w:tcPr>
          <w:p w14:paraId="0F5E3719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738E7564" w14:textId="77777777" w:rsidTr="00923D7D">
        <w:tc>
          <w:tcPr>
            <w:tcW w:w="9639" w:type="dxa"/>
          </w:tcPr>
          <w:p w14:paraId="0BD7DEE4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4BDDB3F3" w14:textId="77777777" w:rsidTr="00923D7D">
        <w:tc>
          <w:tcPr>
            <w:tcW w:w="9639" w:type="dxa"/>
          </w:tcPr>
          <w:p w14:paraId="3B3A6FBF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16E8B3D7" w14:textId="77777777" w:rsidTr="002623F7">
        <w:tc>
          <w:tcPr>
            <w:tcW w:w="9639" w:type="dxa"/>
          </w:tcPr>
          <w:p w14:paraId="134D48A6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7E42CC7E" w14:textId="77777777" w:rsidTr="00923D7D">
        <w:tc>
          <w:tcPr>
            <w:tcW w:w="9639" w:type="dxa"/>
          </w:tcPr>
          <w:p w14:paraId="78480709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564CC7CF" w14:textId="77777777" w:rsidTr="00923D7D">
        <w:tc>
          <w:tcPr>
            <w:tcW w:w="9639" w:type="dxa"/>
          </w:tcPr>
          <w:p w14:paraId="63ABF116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="006E6145" w:rsidRPr="009C54AE" w14:paraId="6B03087F" w14:textId="77777777" w:rsidTr="00923D7D">
        <w:tc>
          <w:tcPr>
            <w:tcW w:w="9639" w:type="dxa"/>
          </w:tcPr>
          <w:p w14:paraId="5A9A42D7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DF190E9" w14:textId="77777777" w:rsidTr="00923D7D">
        <w:tc>
          <w:tcPr>
            <w:tcW w:w="9639" w:type="dxa"/>
          </w:tcPr>
          <w:p w14:paraId="6E69DA88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67511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B9A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590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605DD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59FBEB5D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3081473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951F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D455E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6DEFD9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11CE424" w14:textId="77777777" w:rsidTr="00F64CBB">
        <w:tc>
          <w:tcPr>
            <w:tcW w:w="1822" w:type="dxa"/>
            <w:vAlign w:val="center"/>
          </w:tcPr>
          <w:p w14:paraId="257617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3E7EB3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A71E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F53E5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86DE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64CBB" w:rsidRPr="009C54AE" w14:paraId="683D08C5" w14:textId="77777777" w:rsidTr="00F64CBB">
        <w:tc>
          <w:tcPr>
            <w:tcW w:w="1822" w:type="dxa"/>
          </w:tcPr>
          <w:p w14:paraId="1C68F1E0" w14:textId="77777777" w:rsidR="00F64CBB" w:rsidRPr="009C54AE" w:rsidRDefault="00F64CBB" w:rsidP="00F64C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0113EC14" w14:textId="77777777" w:rsidR="00F64CBB" w:rsidRPr="006A44EB" w:rsidRDefault="00F64CBB" w:rsidP="00F64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4547C9A" w14:textId="7B32F12E" w:rsidR="00F64CBB" w:rsidRPr="00F64CBB" w:rsidRDefault="00F64CBB" w:rsidP="00F64C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4CBB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64CBB" w:rsidRPr="009C54AE" w14:paraId="6518EC05" w14:textId="77777777" w:rsidTr="00F64CBB">
        <w:tc>
          <w:tcPr>
            <w:tcW w:w="1822" w:type="dxa"/>
          </w:tcPr>
          <w:p w14:paraId="08865772" w14:textId="77777777" w:rsidR="00F64CBB" w:rsidRPr="009C54AE" w:rsidRDefault="00F64CBB" w:rsidP="00F64C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24D556C8" w14:textId="77777777" w:rsidR="00F64CBB" w:rsidRPr="006A44EB" w:rsidRDefault="00F64CBB" w:rsidP="00F64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76EEA22" w14:textId="08708F50" w:rsidR="00F64CBB" w:rsidRPr="00F64CBB" w:rsidRDefault="00F64CBB" w:rsidP="00F64C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4CBB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64CBB" w:rsidRPr="009C54AE" w14:paraId="1817AE7C" w14:textId="77777777" w:rsidTr="00F64CBB">
        <w:tc>
          <w:tcPr>
            <w:tcW w:w="1822" w:type="dxa"/>
          </w:tcPr>
          <w:p w14:paraId="08237B93" w14:textId="77777777" w:rsidR="00F64CBB" w:rsidRPr="009C54AE" w:rsidRDefault="00F64CBB" w:rsidP="00F64C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4485E43" w14:textId="77777777" w:rsidR="00F64CBB" w:rsidRPr="006A44EB" w:rsidRDefault="00F64CBB" w:rsidP="00F64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77552274" w14:textId="0A601D76" w:rsidR="00F64CBB" w:rsidRPr="00F64CBB" w:rsidRDefault="00F64CBB" w:rsidP="00F64C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4CBB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64CBB" w:rsidRPr="009C54AE" w14:paraId="0BD977B0" w14:textId="77777777" w:rsidTr="00F64CBB">
        <w:tc>
          <w:tcPr>
            <w:tcW w:w="1822" w:type="dxa"/>
          </w:tcPr>
          <w:p w14:paraId="5F8D85B7" w14:textId="77777777" w:rsidR="00F64CBB" w:rsidRPr="009C54AE" w:rsidRDefault="00F64CBB" w:rsidP="00F64C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34F9FEF" w14:textId="77777777" w:rsidR="00F64CBB" w:rsidRPr="006A44EB" w:rsidRDefault="00F64CBB" w:rsidP="00F64C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30B78797" w14:textId="352DA50A" w:rsidR="00F64CBB" w:rsidRPr="00F64CBB" w:rsidRDefault="00F64CBB" w:rsidP="00F64C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4CBB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30D1478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B196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D752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359BE" w14:textId="77777777" w:rsidTr="57339782">
        <w:tc>
          <w:tcPr>
            <w:tcW w:w="9670" w:type="dxa"/>
          </w:tcPr>
          <w:p w14:paraId="4234934A" w14:textId="1C98052D" w:rsidR="0085747A" w:rsidRPr="00FE1386" w:rsidRDefault="19256FDF" w:rsidP="57339782">
            <w:pPr>
              <w:spacing w:after="0" w:line="240" w:lineRule="auto"/>
            </w:pPr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5733978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7996C2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C2D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350C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DA7550D" w14:textId="77777777" w:rsidTr="003E1941">
        <w:tc>
          <w:tcPr>
            <w:tcW w:w="4962" w:type="dxa"/>
            <w:vAlign w:val="center"/>
          </w:tcPr>
          <w:p w14:paraId="1E3A5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9CF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8DEDFCB" w14:textId="77777777" w:rsidTr="008F249F">
        <w:trPr>
          <w:trHeight w:hRule="exact" w:val="585"/>
        </w:trPr>
        <w:tc>
          <w:tcPr>
            <w:tcW w:w="4962" w:type="dxa"/>
          </w:tcPr>
          <w:p w14:paraId="4776CDC8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3C14773" w14:textId="0A7BEE67" w:rsidR="00B07B3E" w:rsidRPr="009C54AE" w:rsidRDefault="00F246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048000A3" w14:textId="77777777" w:rsidTr="008F249F">
        <w:trPr>
          <w:trHeight w:hRule="exact" w:val="569"/>
        </w:trPr>
        <w:tc>
          <w:tcPr>
            <w:tcW w:w="4962" w:type="dxa"/>
          </w:tcPr>
          <w:p w14:paraId="393C407E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830221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F59C74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0EDCEE37" w14:textId="77777777" w:rsidTr="00923D7D">
        <w:tc>
          <w:tcPr>
            <w:tcW w:w="4962" w:type="dxa"/>
          </w:tcPr>
          <w:p w14:paraId="3DA50F4F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4915FB" w14:textId="536FC20B" w:rsidR="00331122" w:rsidRPr="00521803" w:rsidRDefault="00F246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205C1CB" w14:textId="77777777" w:rsidTr="00923D7D">
        <w:tc>
          <w:tcPr>
            <w:tcW w:w="4962" w:type="dxa"/>
          </w:tcPr>
          <w:p w14:paraId="4CAB78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2816F6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169ECFC7" w14:textId="77777777" w:rsidTr="00923D7D">
        <w:tc>
          <w:tcPr>
            <w:tcW w:w="4962" w:type="dxa"/>
          </w:tcPr>
          <w:p w14:paraId="71E86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CD8721D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595C7E7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E22D5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569E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83F7A90" w14:textId="77777777" w:rsidTr="00E94EA8">
        <w:trPr>
          <w:trHeight w:val="397"/>
        </w:trPr>
        <w:tc>
          <w:tcPr>
            <w:tcW w:w="2359" w:type="pct"/>
          </w:tcPr>
          <w:p w14:paraId="6B0A0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F15B10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773D92" w14:textId="77777777" w:rsidTr="00E94EA8">
        <w:trPr>
          <w:trHeight w:val="397"/>
        </w:trPr>
        <w:tc>
          <w:tcPr>
            <w:tcW w:w="2359" w:type="pct"/>
          </w:tcPr>
          <w:p w14:paraId="564DA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64DCCA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82048B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548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D8EDD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1D5C" w14:paraId="5831ACC3" w14:textId="77777777" w:rsidTr="57339782">
        <w:trPr>
          <w:trHeight w:val="397"/>
        </w:trPr>
        <w:tc>
          <w:tcPr>
            <w:tcW w:w="5000" w:type="pct"/>
          </w:tcPr>
          <w:p w14:paraId="432A0F7A" w14:textId="77777777" w:rsidR="0085747A" w:rsidRPr="00CD1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A08D24" w14:textId="79CBB2A4" w:rsidR="00FE1386" w:rsidRPr="00CD1D5C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B5F824" w14:textId="4B7C987B" w:rsidR="00C93776" w:rsidRPr="00CD1D5C" w:rsidRDefault="0287A945" w:rsidP="5733978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</w:rPr>
            </w:pPr>
            <w:r w:rsidRPr="57339782">
              <w:rPr>
                <w:rFonts w:ascii="Corbel" w:hAnsi="Corbel"/>
                <w:b w:val="0"/>
                <w:smallCaps w:val="0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57339782">
              <w:rPr>
                <w:rFonts w:ascii="Corbel" w:hAnsi="Corbel"/>
                <w:b w:val="0"/>
                <w:smallCaps w:val="0"/>
              </w:rPr>
              <w:t>cop</w:t>
            </w:r>
            <w:proofErr w:type="spellEnd"/>
            <w:r w:rsidRPr="57339782">
              <w:rPr>
                <w:rFonts w:ascii="Corbel" w:hAnsi="Corbel"/>
                <w:b w:val="0"/>
                <w:smallCaps w:val="0"/>
              </w:rPr>
              <w:t>. 2008.</w:t>
            </w:r>
          </w:p>
          <w:p w14:paraId="0D538568" w14:textId="3BF20FBD" w:rsidR="00C93776" w:rsidRPr="00CD1D5C" w:rsidRDefault="791EA54B" w:rsidP="5733978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57339782">
              <w:rPr>
                <w:rFonts w:ascii="Corbel" w:hAnsi="Corbel"/>
                <w:b w:val="0"/>
                <w:smallCaps w:val="0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  <w:tr w:rsidR="0085747A" w:rsidRPr="00CD1D5C" w14:paraId="6619A9DE" w14:textId="77777777" w:rsidTr="57339782">
        <w:trPr>
          <w:trHeight w:val="397"/>
        </w:trPr>
        <w:tc>
          <w:tcPr>
            <w:tcW w:w="5000" w:type="pct"/>
          </w:tcPr>
          <w:p w14:paraId="04BDA7B5" w14:textId="77777777" w:rsidR="00605B96" w:rsidRPr="00CD1D5C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7AD78FAF" w14:textId="0DD96284" w:rsidR="007918CB" w:rsidRPr="00CD1D5C" w:rsidRDefault="19A0C518" w:rsidP="63FBC21F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3FBC21F">
              <w:rPr>
                <w:rFonts w:ascii="Corbel" w:hAnsi="Corbel"/>
                <w:b w:val="0"/>
                <w:smallCaps w:val="0"/>
                <w:szCs w:val="24"/>
              </w:rPr>
              <w:t xml:space="preserve"> Strategia rozwoju Klastra Firm Informatycznych Polski Wschodniej jako wzmocnienie otoczenia biznesu i współpracy z uczelniami wyższymi, (praca podyplomowa)</w:t>
            </w:r>
            <w:r w:rsidR="3D7A8124" w:rsidRPr="63FBC21F">
              <w:rPr>
                <w:rFonts w:ascii="Corbel" w:hAnsi="Corbel"/>
                <w:b w:val="0"/>
                <w:smallCaps w:val="0"/>
                <w:szCs w:val="24"/>
              </w:rPr>
              <w:t xml:space="preserve"> / Roman Chorób,</w:t>
            </w:r>
            <w:r w:rsidRPr="63FBC21F">
              <w:rPr>
                <w:rFonts w:ascii="Corbel" w:hAnsi="Corbel"/>
                <w:b w:val="0"/>
                <w:smallCaps w:val="0"/>
                <w:szCs w:val="24"/>
              </w:rPr>
              <w:t xml:space="preserve"> Studia Podyplomowe „Menedżer innowacji i transferu wiedzy”, Wyższa Szkoła Ekonomii i Innowacji w Lublinie, Rzeszów-Lublin 2013</w:t>
            </w:r>
            <w:r w:rsidR="75B8CFF1" w:rsidRPr="63FBC2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B030F9" w14:textId="2D002657" w:rsidR="00FE1386" w:rsidRPr="00CD1D5C" w:rsidRDefault="00FA357C" w:rsidP="63FBC21F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</w:rPr>
            </w:pPr>
            <w:r w:rsidRPr="63FBC21F">
              <w:rPr>
                <w:rFonts w:ascii="Corbel" w:hAnsi="Corbel"/>
                <w:b w:val="0"/>
                <w:smallCaps w:val="0"/>
              </w:rPr>
              <w:t xml:space="preserve">Podstawy rachunkowości: od teorii do praktyki / Piotr Szczypa (red.). - Wydanie IV.  - Warszawa: </w:t>
            </w:r>
            <w:proofErr w:type="spellStart"/>
            <w:r w:rsidRPr="63FBC21F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63FBC21F">
              <w:rPr>
                <w:rFonts w:ascii="Corbel" w:hAnsi="Corbel"/>
                <w:b w:val="0"/>
                <w:smallCaps w:val="0"/>
              </w:rPr>
              <w:t>, 2020</w:t>
            </w:r>
            <w:r w:rsidR="00FE1386" w:rsidRPr="63FBC21F">
              <w:rPr>
                <w:rFonts w:ascii="Corbel" w:hAnsi="Corbel"/>
                <w:b w:val="0"/>
                <w:smallCaps w:val="0"/>
              </w:rPr>
              <w:t>.</w:t>
            </w:r>
          </w:p>
          <w:p w14:paraId="145398CD" w14:textId="5B38A7C8" w:rsidR="00C93776" w:rsidRPr="00CD1D5C" w:rsidRDefault="00FA357C" w:rsidP="63FBC21F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</w:rPr>
            </w:pPr>
            <w:r w:rsidRPr="63FBC21F">
              <w:rPr>
                <w:rFonts w:ascii="Corbel" w:hAnsi="Corbel"/>
                <w:b w:val="0"/>
                <w:smallCaps w:val="0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63FBC21F">
              <w:rPr>
                <w:rFonts w:ascii="Corbel" w:hAnsi="Corbel"/>
                <w:b w:val="0"/>
                <w:smallCaps w:val="0"/>
              </w:rPr>
              <w:t>Nawrot</w:t>
            </w:r>
            <w:proofErr w:type="spellEnd"/>
            <w:r w:rsidRPr="63FBC21F">
              <w:rPr>
                <w:rFonts w:ascii="Corbel" w:hAnsi="Corbel"/>
                <w:b w:val="0"/>
                <w:smallCaps w:val="0"/>
              </w:rPr>
              <w:t>. - Poznań: Wydawnictwo Wyższej Szkoły Bankowej, 2013.</w:t>
            </w:r>
          </w:p>
        </w:tc>
      </w:tr>
    </w:tbl>
    <w:p w14:paraId="019688BD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5B0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80889" w14:textId="77777777" w:rsidR="007D739B" w:rsidRDefault="007D739B" w:rsidP="00C16ABF">
      <w:pPr>
        <w:spacing w:after="0" w:line="240" w:lineRule="auto"/>
      </w:pPr>
      <w:r>
        <w:separator/>
      </w:r>
    </w:p>
  </w:endnote>
  <w:endnote w:type="continuationSeparator" w:id="0">
    <w:p w14:paraId="4CF1C4FB" w14:textId="77777777" w:rsidR="007D739B" w:rsidRDefault="007D73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881A4" w14:textId="77777777" w:rsidR="007D739B" w:rsidRDefault="007D739B" w:rsidP="00C16ABF">
      <w:pPr>
        <w:spacing w:after="0" w:line="240" w:lineRule="auto"/>
      </w:pPr>
      <w:r>
        <w:separator/>
      </w:r>
    </w:p>
  </w:footnote>
  <w:footnote w:type="continuationSeparator" w:id="0">
    <w:p w14:paraId="351F6798" w14:textId="77777777" w:rsidR="007D739B" w:rsidRDefault="007D739B" w:rsidP="00C16ABF">
      <w:pPr>
        <w:spacing w:after="0" w:line="240" w:lineRule="auto"/>
      </w:pPr>
      <w:r>
        <w:continuationSeparator/>
      </w:r>
    </w:p>
  </w:footnote>
  <w:footnote w:id="1">
    <w:p w14:paraId="5371FB21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5F76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D739B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3350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2A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0D66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4685"/>
    <w:rsid w:val="00F27A7B"/>
    <w:rsid w:val="00F406BC"/>
    <w:rsid w:val="00F50DAC"/>
    <w:rsid w:val="00F617C3"/>
    <w:rsid w:val="00F63966"/>
    <w:rsid w:val="00F64CBB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0287A945"/>
    <w:rsid w:val="19256FDF"/>
    <w:rsid w:val="19A0C518"/>
    <w:rsid w:val="34729F06"/>
    <w:rsid w:val="3D7A8124"/>
    <w:rsid w:val="40A914A0"/>
    <w:rsid w:val="43BB3354"/>
    <w:rsid w:val="57339782"/>
    <w:rsid w:val="63FBC21F"/>
    <w:rsid w:val="6A51DB46"/>
    <w:rsid w:val="75B8CFF1"/>
    <w:rsid w:val="791EA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D1D5C"/>
  </w:style>
  <w:style w:type="character" w:customStyle="1" w:styleId="spellingerror">
    <w:name w:val="spellingerror"/>
    <w:basedOn w:val="Domylnaczcionkaakapitu"/>
    <w:rsid w:val="00CD1D5C"/>
  </w:style>
  <w:style w:type="character" w:customStyle="1" w:styleId="eop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73164-AA85-4577-BE26-EDED9A139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7BE17-75E0-480E-9C5E-05B405632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965</Words>
  <Characters>5793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125</cp:revision>
  <cp:lastPrinted>2017-04-27T18:28:00Z</cp:lastPrinted>
  <dcterms:created xsi:type="dcterms:W3CDTF">2020-12-02T19:58:00Z</dcterms:created>
  <dcterms:modified xsi:type="dcterms:W3CDTF">2021-11-02T08:13:00Z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